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343607DC" w14:textId="77777777" w:rsidR="00412E1D" w:rsidRDefault="00412E1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8F4D677" w14:textId="3C4B6A33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745654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12E1D">
        <w:rPr>
          <w:rFonts w:ascii="Corbel" w:hAnsi="Corbel"/>
          <w:i/>
          <w:smallCaps/>
          <w:sz w:val="24"/>
          <w:szCs w:val="24"/>
        </w:rPr>
        <w:t>2023-28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D363A81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12E1D">
        <w:rPr>
          <w:rFonts w:ascii="Corbel" w:hAnsi="Corbel"/>
          <w:sz w:val="20"/>
          <w:szCs w:val="20"/>
        </w:rPr>
        <w:t>2027/28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469440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25F4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E1D" w:rsidRPr="009C54AE" w14:paraId="06DFF418" w14:textId="77777777" w:rsidTr="00D416B5">
        <w:tc>
          <w:tcPr>
            <w:tcW w:w="2694" w:type="dxa"/>
            <w:vAlign w:val="center"/>
          </w:tcPr>
          <w:p w14:paraId="4566DF27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BA905" w14:textId="6C27837A" w:rsidR="00412E1D" w:rsidRPr="009C54AE" w:rsidRDefault="00257193" w:rsidP="00257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administracyjne – </w:t>
            </w:r>
            <w:r w:rsidRPr="00257193">
              <w:rPr>
                <w:rFonts w:ascii="Corbel" w:hAnsi="Corbel"/>
                <w:b w:val="0"/>
                <w:sz w:val="24"/>
                <w:szCs w:val="24"/>
              </w:rPr>
              <w:t>panel pism procesowych</w:t>
            </w:r>
            <w:r w:rsidR="00412E1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12E1D" w:rsidRPr="009C54AE" w14:paraId="6AF0484A" w14:textId="77777777" w:rsidTr="00D416B5">
        <w:tc>
          <w:tcPr>
            <w:tcW w:w="2694" w:type="dxa"/>
            <w:vAlign w:val="center"/>
          </w:tcPr>
          <w:p w14:paraId="58A3F6F0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5343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E1D" w:rsidRPr="009C54AE" w14:paraId="397B509E" w14:textId="77777777" w:rsidTr="00D416B5">
        <w:tc>
          <w:tcPr>
            <w:tcW w:w="2694" w:type="dxa"/>
            <w:vAlign w:val="center"/>
          </w:tcPr>
          <w:p w14:paraId="1F122ED4" w14:textId="77777777" w:rsidR="00412E1D" w:rsidRPr="009C54AE" w:rsidRDefault="00412E1D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9B3CE1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E1D" w:rsidRPr="009C54AE" w14:paraId="2D1B7C6A" w14:textId="77777777" w:rsidTr="00D416B5">
        <w:tc>
          <w:tcPr>
            <w:tcW w:w="2694" w:type="dxa"/>
            <w:vAlign w:val="center"/>
          </w:tcPr>
          <w:p w14:paraId="4AD07ECF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DBAFE" w14:textId="3FC26662" w:rsidR="00412E1D" w:rsidRPr="009C54AE" w:rsidRDefault="00412E1D" w:rsidP="00257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 xml:space="preserve">i Postępowania Administracyjnego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Instytutu Nauk Prawnych </w:t>
            </w:r>
          </w:p>
        </w:tc>
      </w:tr>
      <w:tr w:rsidR="00412E1D" w:rsidRPr="009C54AE" w14:paraId="65C590FA" w14:textId="77777777" w:rsidTr="00D416B5">
        <w:tc>
          <w:tcPr>
            <w:tcW w:w="2694" w:type="dxa"/>
            <w:vAlign w:val="center"/>
          </w:tcPr>
          <w:p w14:paraId="1280B5B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103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12E1D" w:rsidRPr="009C54AE" w14:paraId="6BBDB7B1" w14:textId="77777777" w:rsidTr="00D416B5">
        <w:tc>
          <w:tcPr>
            <w:tcW w:w="2694" w:type="dxa"/>
            <w:vAlign w:val="center"/>
          </w:tcPr>
          <w:p w14:paraId="6757AAD9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42337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12E1D" w:rsidRPr="009C54AE" w14:paraId="75A958BC" w14:textId="77777777" w:rsidTr="00D416B5">
        <w:tc>
          <w:tcPr>
            <w:tcW w:w="2694" w:type="dxa"/>
            <w:vAlign w:val="center"/>
          </w:tcPr>
          <w:p w14:paraId="683D027A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4E1DC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412E1D" w:rsidRPr="009C54AE" w14:paraId="1ED35B29" w14:textId="77777777" w:rsidTr="00D416B5">
        <w:tc>
          <w:tcPr>
            <w:tcW w:w="2694" w:type="dxa"/>
            <w:vAlign w:val="center"/>
          </w:tcPr>
          <w:p w14:paraId="7CBE1DC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885FE3" w14:textId="57044F7E" w:rsidR="00412E1D" w:rsidRPr="009C54AE" w:rsidRDefault="00DD0FA1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12E1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12E1D" w:rsidRPr="009C54AE" w14:paraId="612B617F" w14:textId="77777777" w:rsidTr="00D416B5">
        <w:tc>
          <w:tcPr>
            <w:tcW w:w="2694" w:type="dxa"/>
            <w:vAlign w:val="center"/>
          </w:tcPr>
          <w:p w14:paraId="2D5D099D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69E1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 semestr X</w:t>
            </w:r>
          </w:p>
        </w:tc>
      </w:tr>
      <w:tr w:rsidR="00412E1D" w:rsidRPr="009C54AE" w14:paraId="36675C33" w14:textId="77777777" w:rsidTr="00D416B5">
        <w:tc>
          <w:tcPr>
            <w:tcW w:w="2694" w:type="dxa"/>
            <w:vAlign w:val="center"/>
          </w:tcPr>
          <w:p w14:paraId="5848251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C4E3E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12E1D" w:rsidRPr="009C54AE" w14:paraId="478DA8C7" w14:textId="77777777" w:rsidTr="00D416B5">
        <w:tc>
          <w:tcPr>
            <w:tcW w:w="2694" w:type="dxa"/>
            <w:vAlign w:val="center"/>
          </w:tcPr>
          <w:p w14:paraId="3648D71C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712B0F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12E1D" w:rsidRPr="009C54AE" w14:paraId="2634CB13" w14:textId="77777777" w:rsidTr="00D416B5">
        <w:tc>
          <w:tcPr>
            <w:tcW w:w="2694" w:type="dxa"/>
            <w:vAlign w:val="center"/>
          </w:tcPr>
          <w:p w14:paraId="2090BB54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F419B" w14:textId="7B4E3D66" w:rsidR="00412E1D" w:rsidRPr="009C54AE" w:rsidRDefault="0025719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412E1D" w:rsidRPr="009C54AE" w14:paraId="6D573163" w14:textId="77777777" w:rsidTr="00D416B5">
        <w:tc>
          <w:tcPr>
            <w:tcW w:w="2694" w:type="dxa"/>
            <w:vAlign w:val="center"/>
          </w:tcPr>
          <w:p w14:paraId="525F63C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84AFC0" w14:textId="31F53384" w:rsidR="00412E1D" w:rsidRPr="009C54AE" w:rsidRDefault="00257193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Paulina Ura, </w:t>
            </w:r>
            <w:r w:rsidRPr="00257193">
              <w:rPr>
                <w:rFonts w:ascii="Corbel" w:hAnsi="Corbel"/>
                <w:b w:val="0"/>
                <w:sz w:val="24"/>
                <w:szCs w:val="24"/>
              </w:rPr>
              <w:t>Dr Konrad Kędzierski, Dr Ewa Kubas, Mgr Szymon Dubis, Mgr Grzegorz Łaskawski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Karol Hermanowski</w:t>
            </w:r>
          </w:p>
        </w:tc>
      </w:tr>
    </w:tbl>
    <w:p w14:paraId="450E9E99" w14:textId="77777777" w:rsidR="00412E1D" w:rsidRPr="009C54AE" w:rsidRDefault="00412E1D" w:rsidP="00412E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E72255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1CED0C" w14:textId="77777777" w:rsidR="00412E1D" w:rsidRPr="009C54AE" w:rsidRDefault="00412E1D" w:rsidP="00412E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2BEBADB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E1D" w:rsidRPr="009C54AE" w14:paraId="6BD0BF7C" w14:textId="77777777" w:rsidTr="00D416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0B3" w14:textId="77777777" w:rsidR="00412E1D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A5543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A3D7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F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42A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9B4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C2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B18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0EE4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459A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9B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12E1D" w:rsidRPr="009C54AE" w14:paraId="5FEBCD56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DD2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EFD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A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1557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F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3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4A5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C9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D9F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2E1D" w:rsidRPr="009C54AE" w14:paraId="61643682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50C1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E74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C59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F9F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3BF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348C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BE52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130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E3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E4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8C00B3" w14:textId="77777777" w:rsidR="00412E1D" w:rsidRPr="009C54AE" w:rsidRDefault="00412E1D" w:rsidP="00412E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03CD50" w14:textId="77777777" w:rsidR="00412E1D" w:rsidRPr="009C54AE" w:rsidRDefault="00412E1D" w:rsidP="00412E1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E83A5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1247D6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5ACABD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08103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022D7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67B0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B9FA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F2996A6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5403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AA8E3C1" w14:textId="77777777" w:rsidTr="00D416B5">
        <w:tc>
          <w:tcPr>
            <w:tcW w:w="9670" w:type="dxa"/>
          </w:tcPr>
          <w:p w14:paraId="57FE2725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C309F1E" w14:textId="1A824C25" w:rsidR="00412E1D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prawa </w:t>
            </w:r>
            <w:r w:rsidR="002571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administracyjnego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055123A" w14:textId="5FBB5505" w:rsidR="00412E1D" w:rsidRPr="009C54AE" w:rsidRDefault="00257193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administracyjnego i sądowoadministracyjnego</w:t>
            </w:r>
            <w:r w:rsidR="00412E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C365528" w14:textId="77777777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6B6DB2ED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760E4E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4E0FA8DE" w14:textId="77777777" w:rsidR="00412E1D" w:rsidRDefault="00412E1D" w:rsidP="00412E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CE2104" w14:textId="77777777" w:rsidR="00412E1D" w:rsidRPr="009C54AE" w:rsidRDefault="00412E1D" w:rsidP="00412E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12E1D" w:rsidRPr="009C54AE" w14:paraId="7989C53D" w14:textId="77777777" w:rsidTr="00D416B5">
        <w:tc>
          <w:tcPr>
            <w:tcW w:w="844" w:type="dxa"/>
            <w:vAlign w:val="center"/>
          </w:tcPr>
          <w:p w14:paraId="03D58487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149DC00" w14:textId="530CB509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pra</w:t>
            </w:r>
            <w:r w:rsidR="00257193">
              <w:rPr>
                <w:rFonts w:ascii="Corbel" w:hAnsi="Corbel"/>
                <w:b w:val="0"/>
                <w:sz w:val="24"/>
                <w:szCs w:val="24"/>
              </w:rPr>
              <w:t xml:space="preserve">ktyczne zastosowanie norm 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>prawa administracyjnego.</w:t>
            </w:r>
          </w:p>
        </w:tc>
      </w:tr>
      <w:tr w:rsidR="00412E1D" w:rsidRPr="009C54AE" w14:paraId="62464EEB" w14:textId="77777777" w:rsidTr="00D416B5">
        <w:tc>
          <w:tcPr>
            <w:tcW w:w="844" w:type="dxa"/>
            <w:vAlign w:val="center"/>
          </w:tcPr>
          <w:p w14:paraId="35609BD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6464EB5" w14:textId="57DD4326" w:rsidR="00412E1D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 metodologii sporządzania pism procesowych z zakresu </w:t>
            </w:r>
            <w:r w:rsidR="00257193" w:rsidRPr="00257193">
              <w:rPr>
                <w:rFonts w:ascii="Corbel" w:hAnsi="Corbel"/>
                <w:b w:val="0"/>
                <w:sz w:val="24"/>
                <w:szCs w:val="24"/>
              </w:rPr>
              <w:t>postępowania administracyjnego i sądowoadministracyjnego.</w:t>
            </w:r>
          </w:p>
        </w:tc>
      </w:tr>
    </w:tbl>
    <w:p w14:paraId="3E4E6D0E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A8A33" w14:textId="77777777" w:rsidR="00412E1D" w:rsidRPr="009C54AE" w:rsidRDefault="00412E1D" w:rsidP="00412E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C54B7BE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12E1D" w:rsidRPr="009C54AE" w14:paraId="1CB78892" w14:textId="77777777" w:rsidTr="00D416B5">
        <w:tc>
          <w:tcPr>
            <w:tcW w:w="1701" w:type="dxa"/>
            <w:vAlign w:val="center"/>
          </w:tcPr>
          <w:p w14:paraId="6919DF78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9EEA91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998CB4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2E1D" w:rsidRPr="009C54AE" w14:paraId="2A790077" w14:textId="77777777" w:rsidTr="00D416B5">
        <w:tc>
          <w:tcPr>
            <w:tcW w:w="1701" w:type="dxa"/>
          </w:tcPr>
          <w:p w14:paraId="47FEFED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83419E" w14:textId="1E37837A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 xml:space="preserve">ogłębioną i rozszerzoną wiedzę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administracyjnego.</w:t>
            </w:r>
          </w:p>
        </w:tc>
        <w:tc>
          <w:tcPr>
            <w:tcW w:w="1873" w:type="dxa"/>
          </w:tcPr>
          <w:p w14:paraId="7279171F" w14:textId="77777777" w:rsidR="00412E1D" w:rsidRPr="00F0569B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12E1D" w:rsidRPr="009C54AE" w14:paraId="71FFA0CB" w14:textId="77777777" w:rsidTr="00D416B5">
        <w:tc>
          <w:tcPr>
            <w:tcW w:w="1701" w:type="dxa"/>
          </w:tcPr>
          <w:p w14:paraId="7F13A6F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F9A52E" w14:textId="0247085C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na temat procesów stosowania prawa </w:t>
            </w:r>
            <w:r w:rsidR="00257193" w:rsidRPr="00257193">
              <w:rPr>
                <w:rFonts w:ascii="Corbel" w:hAnsi="Corbel"/>
                <w:b w:val="0"/>
                <w:smallCaps w:val="0"/>
                <w:szCs w:val="24"/>
              </w:rPr>
              <w:t>administracyjnego.</w:t>
            </w:r>
          </w:p>
        </w:tc>
        <w:tc>
          <w:tcPr>
            <w:tcW w:w="1873" w:type="dxa"/>
          </w:tcPr>
          <w:p w14:paraId="17429FF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12E1D" w:rsidRPr="009C54AE" w14:paraId="190CF3C4" w14:textId="77777777" w:rsidTr="00D416B5">
        <w:tc>
          <w:tcPr>
            <w:tcW w:w="1701" w:type="dxa"/>
          </w:tcPr>
          <w:p w14:paraId="76C87252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2D6A742" w14:textId="6CB99E49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właściwą dla języka prawnego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prawniczego oraz zna i rozumie podstawowe pojęcia </w:t>
            </w:r>
            <w:r w:rsidR="00257193" w:rsidRPr="00257193">
              <w:rPr>
                <w:rFonts w:ascii="Corbel" w:hAnsi="Corbel"/>
                <w:b w:val="0"/>
                <w:smallCaps w:val="0"/>
                <w:szCs w:val="24"/>
              </w:rPr>
              <w:t>prawa administracyjnego.</w:t>
            </w:r>
          </w:p>
        </w:tc>
        <w:tc>
          <w:tcPr>
            <w:tcW w:w="1873" w:type="dxa"/>
          </w:tcPr>
          <w:p w14:paraId="7FDB3F0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12E1D" w:rsidRPr="009C54AE" w14:paraId="546E2326" w14:textId="77777777" w:rsidTr="00D416B5">
        <w:tc>
          <w:tcPr>
            <w:tcW w:w="1701" w:type="dxa"/>
          </w:tcPr>
          <w:p w14:paraId="20F06E1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BB16B5" w14:textId="7A1894A1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tekstami aktów normatywnych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interpretować je z wykorzystaniem języka prawniczego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E62EEC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12E1D" w:rsidRPr="009C54AE" w14:paraId="2EFBF5D7" w14:textId="77777777" w:rsidTr="00D416B5">
        <w:tc>
          <w:tcPr>
            <w:tcW w:w="1701" w:type="dxa"/>
          </w:tcPr>
          <w:p w14:paraId="20475C1F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CA5D9A4" w14:textId="60B89098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posiadaną wiedzę teoretyczną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umiejętność samodzielnego proponowania rozwiązań posiada umiejętność sporządzania podstawowych dokumentów oraz pism procesowych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procedury administracyjnej.</w:t>
            </w:r>
          </w:p>
        </w:tc>
        <w:tc>
          <w:tcPr>
            <w:tcW w:w="1873" w:type="dxa"/>
          </w:tcPr>
          <w:p w14:paraId="319B544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12E1D" w:rsidRPr="009C54AE" w14:paraId="744C112A" w14:textId="77777777" w:rsidTr="00D416B5">
        <w:tc>
          <w:tcPr>
            <w:tcW w:w="1701" w:type="dxa"/>
          </w:tcPr>
          <w:p w14:paraId="131303B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B8319D6" w14:textId="315E939F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dokonać subsumpcji określonego stanu faktycznego z zakresu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prawa administracyjnego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norm prawnych.</w:t>
            </w:r>
          </w:p>
        </w:tc>
        <w:tc>
          <w:tcPr>
            <w:tcW w:w="1873" w:type="dxa"/>
          </w:tcPr>
          <w:p w14:paraId="4F831F1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12E1D" w:rsidRPr="009C54AE" w14:paraId="02EB4A05" w14:textId="77777777" w:rsidTr="00D416B5">
        <w:tc>
          <w:tcPr>
            <w:tcW w:w="1701" w:type="dxa"/>
          </w:tcPr>
          <w:p w14:paraId="253B5C5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1532909" w14:textId="4911EDE9" w:rsidR="00412E1D" w:rsidRPr="009C54AE" w:rsidRDefault="00412E1D" w:rsidP="002571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prac pisemnych dotyczących określonych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problemów z zakresu prawa </w:t>
            </w:r>
            <w:r w:rsidR="00257193">
              <w:rPr>
                <w:rFonts w:ascii="Corbel" w:hAnsi="Corbel"/>
                <w:b w:val="0"/>
                <w:smallCaps w:val="0"/>
                <w:szCs w:val="24"/>
              </w:rPr>
              <w:t>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1E5A2287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12E1D" w:rsidRPr="009C54AE" w14:paraId="7FBB51F4" w14:textId="77777777" w:rsidTr="00D416B5">
        <w:tc>
          <w:tcPr>
            <w:tcW w:w="1701" w:type="dxa"/>
          </w:tcPr>
          <w:p w14:paraId="1783656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6D5F41E" w14:textId="3280EF14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wystąpień ustnych dotyczących zagadnień i problemów prawnych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 xml:space="preserve">prawa administracyjnego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7902E94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12E1D" w:rsidRPr="009C54AE" w14:paraId="4933D299" w14:textId="77777777" w:rsidTr="00D416B5">
        <w:tc>
          <w:tcPr>
            <w:tcW w:w="1701" w:type="dxa"/>
          </w:tcPr>
          <w:p w14:paraId="5043FAD8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5AFB1E63" w14:textId="1FB7A240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współdziałania i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 grupie przy przygotowaniu pism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kierować pracą grupy o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raz przyjmuje w niej różne role.</w:t>
            </w:r>
          </w:p>
        </w:tc>
        <w:tc>
          <w:tcPr>
            <w:tcW w:w="1873" w:type="dxa"/>
          </w:tcPr>
          <w:p w14:paraId="6EC9A7B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12E1D" w:rsidRPr="009C54AE" w14:paraId="32C7B38F" w14:textId="77777777" w:rsidTr="00D416B5">
        <w:tc>
          <w:tcPr>
            <w:tcW w:w="1701" w:type="dxa"/>
          </w:tcPr>
          <w:p w14:paraId="64231D8F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3231D8F5" w14:textId="124CE07E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świadomość społecznego znaczenia zawodu prawnika zajmującego się sprawami z zakresu 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D5CF8F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24045A6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CBCD5" w14:textId="77777777" w:rsidR="00412E1D" w:rsidRPr="009C54AE" w:rsidRDefault="00412E1D" w:rsidP="00412E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A514D0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1C5CCE" w14:textId="77777777" w:rsidR="00412E1D" w:rsidRPr="009C54AE" w:rsidRDefault="00412E1D" w:rsidP="00412E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73571B2A" w14:textId="77777777" w:rsidTr="00D416B5">
        <w:tc>
          <w:tcPr>
            <w:tcW w:w="9639" w:type="dxa"/>
          </w:tcPr>
          <w:p w14:paraId="0C2144BF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51A731D6" w14:textId="77777777" w:rsidTr="00D416B5">
        <w:tc>
          <w:tcPr>
            <w:tcW w:w="9639" w:type="dxa"/>
          </w:tcPr>
          <w:p w14:paraId="6FBA1AE8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42D11AE2" w14:textId="77777777" w:rsidTr="00D416B5">
        <w:tc>
          <w:tcPr>
            <w:tcW w:w="9639" w:type="dxa"/>
          </w:tcPr>
          <w:p w14:paraId="162FCCD1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269BD542" w14:textId="77777777" w:rsidTr="00D416B5">
        <w:tc>
          <w:tcPr>
            <w:tcW w:w="9639" w:type="dxa"/>
          </w:tcPr>
          <w:p w14:paraId="6B012957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1191F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193D936E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A4D9C47" w14:textId="77777777" w:rsidR="00412E1D" w:rsidRPr="009C54AE" w:rsidRDefault="00412E1D" w:rsidP="00412E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1BD49E49" w14:textId="77777777" w:rsidTr="00EE7374">
        <w:tc>
          <w:tcPr>
            <w:tcW w:w="9520" w:type="dxa"/>
          </w:tcPr>
          <w:p w14:paraId="3E714E46" w14:textId="77777777" w:rsidR="00412E1D" w:rsidRPr="009C54AE" w:rsidRDefault="00412E1D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2C34CEEB" w14:textId="77777777" w:rsidTr="00EE7374">
        <w:tc>
          <w:tcPr>
            <w:tcW w:w="9520" w:type="dxa"/>
          </w:tcPr>
          <w:p w14:paraId="46C91B9A" w14:textId="575D7CE9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podania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024453C" w14:textId="77777777" w:rsidTr="00EE7374">
        <w:tc>
          <w:tcPr>
            <w:tcW w:w="9520" w:type="dxa"/>
          </w:tcPr>
          <w:p w14:paraId="00F2DD66" w14:textId="3313DBC3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aktów administracyjnych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902F098" w14:textId="77777777" w:rsidTr="00EE7374">
        <w:tc>
          <w:tcPr>
            <w:tcW w:w="9520" w:type="dxa"/>
          </w:tcPr>
          <w:p w14:paraId="0A80C49A" w14:textId="45FC988B" w:rsidR="00412E1D" w:rsidRPr="009C54AE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środków zaskarżenia w procedurze administracyjnej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0C9C1E33" w14:textId="77777777" w:rsidTr="00EE7374">
        <w:tc>
          <w:tcPr>
            <w:tcW w:w="9520" w:type="dxa"/>
          </w:tcPr>
          <w:p w14:paraId="50D4BE7A" w14:textId="6B853393" w:rsidR="00412E1D" w:rsidRDefault="00EE7374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skargi w postępowaniu sądowoadministracyjnym</w:t>
            </w:r>
            <w:r w:rsidR="00412E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7F18569A" w14:textId="77777777" w:rsidTr="00EE7374">
        <w:tc>
          <w:tcPr>
            <w:tcW w:w="9520" w:type="dxa"/>
          </w:tcPr>
          <w:p w14:paraId="5C3F2FC4" w14:textId="76FE9AAE" w:rsidR="00412E1D" w:rsidRDefault="00412E1D" w:rsidP="00EE73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</w:t>
            </w:r>
            <w:r w:rsidR="00EE7374">
              <w:rPr>
                <w:rFonts w:ascii="Corbel" w:hAnsi="Corbel"/>
                <w:sz w:val="24"/>
                <w:szCs w:val="24"/>
              </w:rPr>
              <w:t xml:space="preserve"> wniosku o wyłączenie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FA4A0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D803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CC8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A2A72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424B14EE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56ECD2B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6C1DB3E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048D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AAAA49" w14:textId="0ECACB16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Analiza aktów normatywnych, dyskusja, praca w grupach, przygotowanie</w:t>
      </w:r>
      <w:r w:rsidR="00EE7374">
        <w:rPr>
          <w:rFonts w:ascii="Corbel" w:hAnsi="Corbel"/>
          <w:smallCaps w:val="0"/>
          <w:szCs w:val="24"/>
        </w:rPr>
        <w:t xml:space="preserve"> pism</w:t>
      </w:r>
      <w:r>
        <w:rPr>
          <w:rFonts w:ascii="Corbel" w:hAnsi="Corbel"/>
          <w:smallCaps w:val="0"/>
          <w:szCs w:val="24"/>
        </w:rPr>
        <w:t xml:space="preserve">. </w:t>
      </w:r>
    </w:p>
    <w:p w14:paraId="09537F8D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0ED35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8F1CE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146BA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30DB5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1C52D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622D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12E1D" w:rsidRPr="009C54AE" w14:paraId="1701182D" w14:textId="77777777" w:rsidTr="00D416B5">
        <w:tc>
          <w:tcPr>
            <w:tcW w:w="1962" w:type="dxa"/>
            <w:vAlign w:val="center"/>
          </w:tcPr>
          <w:p w14:paraId="2CA2931B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F22AE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65C82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BD2669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776F9A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12E1D" w:rsidRPr="009C54AE" w14:paraId="368317CD" w14:textId="77777777" w:rsidTr="00D416B5">
        <w:tc>
          <w:tcPr>
            <w:tcW w:w="1962" w:type="dxa"/>
          </w:tcPr>
          <w:p w14:paraId="200936CA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  <w:r>
              <w:rPr>
                <w:rFonts w:ascii="Corbel" w:hAnsi="Corbel"/>
                <w:b w:val="0"/>
                <w:szCs w:val="24"/>
              </w:rPr>
              <w:t>-010</w:t>
            </w:r>
          </w:p>
        </w:tc>
        <w:tc>
          <w:tcPr>
            <w:tcW w:w="5441" w:type="dxa"/>
          </w:tcPr>
          <w:p w14:paraId="1C879EF4" w14:textId="77777777" w:rsidR="00412E1D" w:rsidRPr="00EA52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zajęć, projekt</w:t>
            </w:r>
          </w:p>
        </w:tc>
        <w:tc>
          <w:tcPr>
            <w:tcW w:w="2117" w:type="dxa"/>
          </w:tcPr>
          <w:p w14:paraId="19E9B9A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E34E3CB" w14:textId="77777777" w:rsidR="00412E1D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2E13D829" w14:textId="77777777" w:rsidR="00412E1D" w:rsidRPr="00EA52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A586892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B13E171" w14:textId="77777777" w:rsidTr="00D416B5">
        <w:tc>
          <w:tcPr>
            <w:tcW w:w="9670" w:type="dxa"/>
          </w:tcPr>
          <w:p w14:paraId="3CB0946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4736F4" w14:textId="7EEC13D2" w:rsidR="00412E1D" w:rsidRPr="009C54AE" w:rsidRDefault="00412E1D" w:rsidP="00EE73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oceną: 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frekwencja na konwersatoriach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 xml:space="preserve"> ustalana na podstawie listy obecności, aktywność na </w:t>
            </w:r>
            <w:r w:rsidR="00EE7374">
              <w:rPr>
                <w:rFonts w:ascii="Corbel" w:hAnsi="Corbel"/>
                <w:b w:val="0"/>
                <w:smallCaps w:val="0"/>
                <w:szCs w:val="24"/>
              </w:rPr>
              <w:t>konwersatoriach</w:t>
            </w:r>
            <w:r w:rsidR="00EE7374" w:rsidRPr="00EE7374">
              <w:rPr>
                <w:rFonts w:ascii="Corbel" w:hAnsi="Corbel"/>
                <w:b w:val="0"/>
                <w:smallCaps w:val="0"/>
                <w:szCs w:val="24"/>
              </w:rPr>
              <w:t>, wyniki ustalane na podstawie pisemnych prac studentów lub ustnej odpowiedzi, obserwacja w trakcie zajęć, gdzie ocena pozytywna osiągana jest w przypadku uzyskania co najmniej 51% poprawnych odpowiedzi.</w:t>
            </w:r>
          </w:p>
        </w:tc>
      </w:tr>
    </w:tbl>
    <w:p w14:paraId="24BC8BB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98369" w14:textId="77777777" w:rsidR="00412E1D" w:rsidRPr="009C54AE" w:rsidRDefault="00412E1D" w:rsidP="00412E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43445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12E1D" w:rsidRPr="009C54AE" w14:paraId="349E25AD" w14:textId="77777777" w:rsidTr="00D416B5">
        <w:tc>
          <w:tcPr>
            <w:tcW w:w="4962" w:type="dxa"/>
            <w:vAlign w:val="center"/>
          </w:tcPr>
          <w:p w14:paraId="62A268F1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A0D87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E1D" w:rsidRPr="009C54AE" w14:paraId="768B9FF3" w14:textId="77777777" w:rsidTr="00D416B5">
        <w:tc>
          <w:tcPr>
            <w:tcW w:w="4962" w:type="dxa"/>
          </w:tcPr>
          <w:p w14:paraId="321837C3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200C7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412E1D" w:rsidRPr="009C54AE" w14:paraId="553AA27A" w14:textId="77777777" w:rsidTr="00D416B5">
        <w:tc>
          <w:tcPr>
            <w:tcW w:w="4962" w:type="dxa"/>
          </w:tcPr>
          <w:p w14:paraId="6584223D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226CD5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5E5B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412E1D" w:rsidRPr="009C54AE" w14:paraId="68364B2F" w14:textId="77777777" w:rsidTr="00D416B5">
        <w:tc>
          <w:tcPr>
            <w:tcW w:w="4962" w:type="dxa"/>
          </w:tcPr>
          <w:p w14:paraId="45780BF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970074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D414F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 h</w:t>
            </w:r>
          </w:p>
        </w:tc>
      </w:tr>
      <w:tr w:rsidR="00412E1D" w:rsidRPr="009C54AE" w14:paraId="10D358D8" w14:textId="77777777" w:rsidTr="00D416B5">
        <w:tc>
          <w:tcPr>
            <w:tcW w:w="4962" w:type="dxa"/>
          </w:tcPr>
          <w:p w14:paraId="05EF2E0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C5A839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 h</w:t>
            </w:r>
          </w:p>
        </w:tc>
      </w:tr>
      <w:tr w:rsidR="00412E1D" w:rsidRPr="009C54AE" w14:paraId="7B195501" w14:textId="77777777" w:rsidTr="00D416B5">
        <w:tc>
          <w:tcPr>
            <w:tcW w:w="4962" w:type="dxa"/>
          </w:tcPr>
          <w:p w14:paraId="17040A8C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5598E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pkt ECTS</w:t>
            </w:r>
          </w:p>
        </w:tc>
      </w:tr>
    </w:tbl>
    <w:p w14:paraId="15DEFEF4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E7863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4F94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ACA21E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E1D" w:rsidRPr="009C54AE" w14:paraId="34C343A5" w14:textId="77777777" w:rsidTr="00D416B5">
        <w:trPr>
          <w:trHeight w:val="397"/>
        </w:trPr>
        <w:tc>
          <w:tcPr>
            <w:tcW w:w="3544" w:type="dxa"/>
          </w:tcPr>
          <w:p w14:paraId="0FD413A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02640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75C143CD" w14:textId="77777777" w:rsidTr="00D416B5">
        <w:trPr>
          <w:trHeight w:val="397"/>
        </w:trPr>
        <w:tc>
          <w:tcPr>
            <w:tcW w:w="3544" w:type="dxa"/>
          </w:tcPr>
          <w:p w14:paraId="4206DD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EA3DE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530C9B" w14:textId="36C147E9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F07436" w14:textId="36A708C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93108" w14:textId="18AADF38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21C9E" w14:textId="7950B8D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09349" w14:textId="64AF1662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A96A7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756F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705EE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E1D" w:rsidRPr="009C54AE" w14:paraId="7CE821EB" w14:textId="77777777" w:rsidTr="00D416B5">
        <w:trPr>
          <w:trHeight w:val="397"/>
        </w:trPr>
        <w:tc>
          <w:tcPr>
            <w:tcW w:w="7513" w:type="dxa"/>
          </w:tcPr>
          <w:p w14:paraId="72F6AD72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68D849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31B235" w14:textId="77777777" w:rsid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E7374">
              <w:rPr>
                <w:rFonts w:ascii="Corbel" w:hAnsi="Corbel"/>
                <w:color w:val="000000" w:themeColor="text1"/>
                <w:sz w:val="24"/>
                <w:szCs w:val="24"/>
              </w:rPr>
              <w:t>E. Ura, Prawo administracyjne, Wydawnictwo Wolters Kluwer, Warszawa 2021,</w:t>
            </w:r>
          </w:p>
          <w:p w14:paraId="3982E0F5" w14:textId="77777777" w:rsidR="00EE7374" w:rsidRP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E7374">
              <w:rPr>
                <w:rFonts w:ascii="Corbel" w:hAnsi="Corbel"/>
                <w:color w:val="000000" w:themeColor="text1"/>
                <w:sz w:val="24"/>
                <w:szCs w:val="24"/>
              </w:rPr>
              <w:t>K. Kędzierski, E. Kubas, Prawo administracyjne: testy, kazusy, pytania sprawdzające, Wolters Kluwer, Warszawa 2022.</w:t>
            </w:r>
          </w:p>
          <w:p w14:paraId="2A042ABB" w14:textId="75DA45FA" w:rsidR="00412E1D" w:rsidRPr="00EE7374" w:rsidRDefault="00EE7374" w:rsidP="00EE7374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B. Adamiak, J. Borkowski, Postępowanie administracyjne i sądowoadministracyjne, Warszawa 2022.</w:t>
            </w:r>
          </w:p>
        </w:tc>
      </w:tr>
      <w:tr w:rsidR="00412E1D" w:rsidRPr="009C54AE" w14:paraId="47430518" w14:textId="77777777" w:rsidTr="00D416B5">
        <w:trPr>
          <w:trHeight w:val="397"/>
        </w:trPr>
        <w:tc>
          <w:tcPr>
            <w:tcW w:w="7513" w:type="dxa"/>
          </w:tcPr>
          <w:p w14:paraId="706A3A57" w14:textId="1A7704A2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4D131E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8CCBE6" w14:textId="77777777" w:rsidR="00412E1D" w:rsidRDefault="00EE7374" w:rsidP="00EE73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R. Kędziora, Ogólne postepowanie administracyjne, Warszawa 2019.</w:t>
            </w:r>
          </w:p>
          <w:p w14:paraId="32B79104" w14:textId="359D9BAA" w:rsidR="00EE7374" w:rsidRPr="009C54AE" w:rsidRDefault="00D72013" w:rsidP="00EE737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H. Knysiak-Sudyka, Postępowanie sądowoadministracyjne, Warszawa 2022.</w:t>
            </w:r>
          </w:p>
        </w:tc>
      </w:tr>
    </w:tbl>
    <w:p w14:paraId="71273DDC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D2074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2BB9D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F435BA" w14:textId="77777777" w:rsidR="00412E1D" w:rsidRDefault="00412E1D" w:rsidP="00412E1D"/>
    <w:p w14:paraId="06BFB0DF" w14:textId="620A4ED6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FE5CC" w14:textId="77777777" w:rsidR="00AC6C9E" w:rsidRDefault="00AC6C9E" w:rsidP="00C16ABF">
      <w:pPr>
        <w:spacing w:after="0" w:line="240" w:lineRule="auto"/>
      </w:pPr>
      <w:r>
        <w:separator/>
      </w:r>
    </w:p>
  </w:endnote>
  <w:endnote w:type="continuationSeparator" w:id="0">
    <w:p w14:paraId="51264848" w14:textId="77777777" w:rsidR="00AC6C9E" w:rsidRDefault="00AC6C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0E8FA" w14:textId="77777777" w:rsidR="00AC6C9E" w:rsidRDefault="00AC6C9E" w:rsidP="00C16ABF">
      <w:pPr>
        <w:spacing w:after="0" w:line="240" w:lineRule="auto"/>
      </w:pPr>
      <w:r>
        <w:separator/>
      </w:r>
    </w:p>
  </w:footnote>
  <w:footnote w:type="continuationSeparator" w:id="0">
    <w:p w14:paraId="4A9D18AB" w14:textId="77777777" w:rsidR="00AC6C9E" w:rsidRDefault="00AC6C9E" w:rsidP="00C16ABF">
      <w:pPr>
        <w:spacing w:after="0" w:line="240" w:lineRule="auto"/>
      </w:pPr>
      <w:r>
        <w:continuationSeparator/>
      </w:r>
    </w:p>
  </w:footnote>
  <w:footnote w:id="1">
    <w:p w14:paraId="53BDE32E" w14:textId="77777777" w:rsidR="00412E1D" w:rsidRDefault="00412E1D" w:rsidP="00412E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06709">
    <w:abstractNumId w:val="0"/>
  </w:num>
  <w:num w:numId="2" w16cid:durableId="246379421">
    <w:abstractNumId w:val="2"/>
  </w:num>
  <w:num w:numId="3" w16cid:durableId="123204258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193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2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25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C9E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774B8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2013"/>
    <w:rsid w:val="00D74119"/>
    <w:rsid w:val="00D8075B"/>
    <w:rsid w:val="00D8678B"/>
    <w:rsid w:val="00DA2114"/>
    <w:rsid w:val="00DD0FA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374"/>
    <w:rsid w:val="00F070AB"/>
    <w:rsid w:val="00F17567"/>
    <w:rsid w:val="00F27A7B"/>
    <w:rsid w:val="00F373F1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FE51E-50EB-4CF0-A955-224E77D4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946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2</cp:revision>
  <cp:lastPrinted>2019-02-06T12:12:00Z</cp:lastPrinted>
  <dcterms:created xsi:type="dcterms:W3CDTF">2023-10-18T10:36:00Z</dcterms:created>
  <dcterms:modified xsi:type="dcterms:W3CDTF">2023-10-18T10:36:00Z</dcterms:modified>
</cp:coreProperties>
</file>